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471876" w14:paraId="555B9372" w14:textId="77777777" w:rsidTr="00F862D6">
        <w:tc>
          <w:tcPr>
            <w:tcW w:w="1020" w:type="dxa"/>
          </w:tcPr>
          <w:p w14:paraId="2D22ED84" w14:textId="77777777" w:rsidR="00471876" w:rsidRPr="003E6B9A" w:rsidRDefault="00471876" w:rsidP="00471876">
            <w:r w:rsidRPr="003E6B9A">
              <w:t>Naše zn.</w:t>
            </w:r>
          </w:p>
        </w:tc>
        <w:tc>
          <w:tcPr>
            <w:tcW w:w="2552" w:type="dxa"/>
          </w:tcPr>
          <w:p w14:paraId="2FFEACB5" w14:textId="56248E97" w:rsidR="00471876" w:rsidRPr="003E6B9A" w:rsidRDefault="00912D04" w:rsidP="00471876">
            <w:r w:rsidRPr="00912D04">
              <w:rPr>
                <w:rFonts w:ascii="Helvetica" w:hAnsi="Helvetica"/>
              </w:rPr>
              <w:t>12064/2025-SŽ-SSV-Ú3</w:t>
            </w:r>
          </w:p>
        </w:tc>
        <w:tc>
          <w:tcPr>
            <w:tcW w:w="823" w:type="dxa"/>
          </w:tcPr>
          <w:p w14:paraId="583467BB" w14:textId="77777777" w:rsidR="00471876" w:rsidRDefault="00471876" w:rsidP="00471876"/>
        </w:tc>
        <w:tc>
          <w:tcPr>
            <w:tcW w:w="3685" w:type="dxa"/>
            <w:vMerge/>
          </w:tcPr>
          <w:p w14:paraId="6D7C51D0" w14:textId="77777777" w:rsidR="00471876" w:rsidRDefault="00471876" w:rsidP="00471876"/>
        </w:tc>
      </w:tr>
      <w:tr w:rsidR="00471876" w14:paraId="2C33C41A" w14:textId="77777777" w:rsidTr="00F862D6">
        <w:tc>
          <w:tcPr>
            <w:tcW w:w="1020" w:type="dxa"/>
          </w:tcPr>
          <w:p w14:paraId="3534520F" w14:textId="77777777" w:rsidR="00471876" w:rsidRPr="00A023E4" w:rsidRDefault="00471876" w:rsidP="00471876">
            <w:r w:rsidRPr="00A023E4">
              <w:t>Listů/příloh</w:t>
            </w:r>
          </w:p>
        </w:tc>
        <w:tc>
          <w:tcPr>
            <w:tcW w:w="2552" w:type="dxa"/>
          </w:tcPr>
          <w:p w14:paraId="333CD487" w14:textId="064AEB39" w:rsidR="00471876" w:rsidRPr="00A023E4" w:rsidRDefault="00A023E4" w:rsidP="00471876">
            <w:r w:rsidRPr="00A023E4">
              <w:t>3</w:t>
            </w:r>
            <w:r w:rsidR="00471876" w:rsidRPr="00A023E4">
              <w:t>/</w:t>
            </w:r>
            <w:r w:rsidRPr="00A023E4">
              <w:t>2</w:t>
            </w:r>
          </w:p>
        </w:tc>
        <w:tc>
          <w:tcPr>
            <w:tcW w:w="823" w:type="dxa"/>
          </w:tcPr>
          <w:p w14:paraId="3FB21908" w14:textId="77777777" w:rsidR="00471876" w:rsidRDefault="00471876" w:rsidP="00471876"/>
        </w:tc>
        <w:tc>
          <w:tcPr>
            <w:tcW w:w="3685" w:type="dxa"/>
            <w:vMerge/>
          </w:tcPr>
          <w:p w14:paraId="2E772784" w14:textId="77777777" w:rsidR="00471876" w:rsidRDefault="00471876" w:rsidP="00471876">
            <w:pPr>
              <w:rPr>
                <w:noProof/>
              </w:rPr>
            </w:pPr>
          </w:p>
        </w:tc>
      </w:tr>
      <w:tr w:rsidR="0047187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471876" w:rsidRDefault="00471876" w:rsidP="00471876"/>
        </w:tc>
        <w:tc>
          <w:tcPr>
            <w:tcW w:w="2552" w:type="dxa"/>
          </w:tcPr>
          <w:p w14:paraId="133F3BF2" w14:textId="77777777" w:rsidR="00471876" w:rsidRPr="003E6B9A" w:rsidRDefault="00471876" w:rsidP="00471876"/>
        </w:tc>
        <w:tc>
          <w:tcPr>
            <w:tcW w:w="823" w:type="dxa"/>
          </w:tcPr>
          <w:p w14:paraId="7BEB7C0A" w14:textId="77777777" w:rsidR="00471876" w:rsidRDefault="00471876" w:rsidP="00471876"/>
        </w:tc>
        <w:tc>
          <w:tcPr>
            <w:tcW w:w="3685" w:type="dxa"/>
            <w:vMerge/>
          </w:tcPr>
          <w:p w14:paraId="140296A1" w14:textId="77777777" w:rsidR="00471876" w:rsidRDefault="00471876" w:rsidP="00471876"/>
        </w:tc>
      </w:tr>
      <w:tr w:rsidR="00471876" w14:paraId="5237532F" w14:textId="77777777" w:rsidTr="00F862D6">
        <w:tc>
          <w:tcPr>
            <w:tcW w:w="1020" w:type="dxa"/>
          </w:tcPr>
          <w:p w14:paraId="7759C605" w14:textId="77777777" w:rsidR="00471876" w:rsidRDefault="00471876" w:rsidP="00471876">
            <w:r>
              <w:t>Vyřizuje</w:t>
            </w:r>
          </w:p>
        </w:tc>
        <w:tc>
          <w:tcPr>
            <w:tcW w:w="2552" w:type="dxa"/>
          </w:tcPr>
          <w:p w14:paraId="2FFD228E" w14:textId="77777777" w:rsidR="00471876" w:rsidRPr="000F3143" w:rsidRDefault="00471876" w:rsidP="00471876">
            <w:r w:rsidRPr="000F3143">
              <w:t>Ing. Radomíra Rečková</w:t>
            </w:r>
          </w:p>
          <w:p w14:paraId="4A0EADDE" w14:textId="77777777" w:rsidR="00471876" w:rsidRPr="003E6B9A" w:rsidRDefault="00471876" w:rsidP="00471876"/>
        </w:tc>
        <w:tc>
          <w:tcPr>
            <w:tcW w:w="823" w:type="dxa"/>
          </w:tcPr>
          <w:p w14:paraId="303107D3" w14:textId="77777777" w:rsidR="00471876" w:rsidRDefault="00471876" w:rsidP="00471876"/>
        </w:tc>
        <w:tc>
          <w:tcPr>
            <w:tcW w:w="3685" w:type="dxa"/>
            <w:vMerge/>
          </w:tcPr>
          <w:p w14:paraId="6405EBE3" w14:textId="77777777" w:rsidR="00471876" w:rsidRDefault="00471876" w:rsidP="00471876"/>
        </w:tc>
      </w:tr>
      <w:tr w:rsidR="00471876" w14:paraId="192D4EE6" w14:textId="77777777" w:rsidTr="00F862D6">
        <w:tc>
          <w:tcPr>
            <w:tcW w:w="1020" w:type="dxa"/>
          </w:tcPr>
          <w:p w14:paraId="2F7F053F" w14:textId="77777777" w:rsidR="00471876" w:rsidRDefault="00471876" w:rsidP="00471876"/>
        </w:tc>
        <w:tc>
          <w:tcPr>
            <w:tcW w:w="2552" w:type="dxa"/>
          </w:tcPr>
          <w:p w14:paraId="36F90D31" w14:textId="77777777" w:rsidR="00471876" w:rsidRPr="003E6B9A" w:rsidRDefault="00471876" w:rsidP="00471876"/>
        </w:tc>
        <w:tc>
          <w:tcPr>
            <w:tcW w:w="823" w:type="dxa"/>
          </w:tcPr>
          <w:p w14:paraId="0B7BD956" w14:textId="77777777" w:rsidR="00471876" w:rsidRDefault="00471876" w:rsidP="00471876"/>
        </w:tc>
        <w:tc>
          <w:tcPr>
            <w:tcW w:w="3685" w:type="dxa"/>
            <w:vMerge/>
          </w:tcPr>
          <w:p w14:paraId="294D6520" w14:textId="77777777" w:rsidR="00471876" w:rsidRDefault="00471876" w:rsidP="00471876"/>
        </w:tc>
      </w:tr>
      <w:tr w:rsidR="00471876" w14:paraId="635DFF9F" w14:textId="77777777" w:rsidTr="00F862D6">
        <w:tc>
          <w:tcPr>
            <w:tcW w:w="1020" w:type="dxa"/>
          </w:tcPr>
          <w:p w14:paraId="7A3891F6" w14:textId="77777777" w:rsidR="00471876" w:rsidRDefault="00471876" w:rsidP="00471876">
            <w:r>
              <w:t>Mobil</w:t>
            </w:r>
          </w:p>
        </w:tc>
        <w:tc>
          <w:tcPr>
            <w:tcW w:w="2552" w:type="dxa"/>
          </w:tcPr>
          <w:p w14:paraId="67448459" w14:textId="1D2360C1" w:rsidR="00471876" w:rsidRPr="003E6B9A" w:rsidRDefault="00471876" w:rsidP="00471876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471876" w:rsidRDefault="00471876" w:rsidP="00471876"/>
        </w:tc>
        <w:tc>
          <w:tcPr>
            <w:tcW w:w="3685" w:type="dxa"/>
            <w:vMerge/>
          </w:tcPr>
          <w:p w14:paraId="010CCE96" w14:textId="77777777" w:rsidR="00471876" w:rsidRDefault="00471876" w:rsidP="00471876"/>
        </w:tc>
      </w:tr>
      <w:tr w:rsidR="00471876" w14:paraId="2250880D" w14:textId="77777777" w:rsidTr="00F862D6">
        <w:tc>
          <w:tcPr>
            <w:tcW w:w="1020" w:type="dxa"/>
          </w:tcPr>
          <w:p w14:paraId="28245A45" w14:textId="77777777" w:rsidR="00471876" w:rsidRDefault="00471876" w:rsidP="00471876">
            <w:r>
              <w:t>E-mail</w:t>
            </w:r>
          </w:p>
        </w:tc>
        <w:tc>
          <w:tcPr>
            <w:tcW w:w="2552" w:type="dxa"/>
          </w:tcPr>
          <w:p w14:paraId="15A7D067" w14:textId="7143844F" w:rsidR="00471876" w:rsidRPr="003E6B9A" w:rsidRDefault="00471876" w:rsidP="00471876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471876" w:rsidRDefault="00471876" w:rsidP="00471876"/>
        </w:tc>
        <w:tc>
          <w:tcPr>
            <w:tcW w:w="3685" w:type="dxa"/>
            <w:vMerge/>
          </w:tcPr>
          <w:p w14:paraId="3652D20A" w14:textId="77777777" w:rsidR="00471876" w:rsidRDefault="00471876" w:rsidP="00471876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174156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AC0FB3">
              <w:rPr>
                <w:noProof/>
              </w:rPr>
              <w:t>21. listopadu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7612FD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BF5AC8">
        <w:rPr>
          <w:rFonts w:eastAsia="Times New Roman" w:cs="Times New Roman"/>
          <w:lang w:eastAsia="cs-CZ"/>
        </w:rPr>
        <w:t>2</w:t>
      </w:r>
    </w:p>
    <w:p w14:paraId="25C6ADAC" w14:textId="15E3F6AF" w:rsidR="00CB7B5A" w:rsidRDefault="00335122" w:rsidP="00471876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471876" w:rsidRPr="00471876">
        <w:rPr>
          <w:rFonts w:eastAsia="Calibri" w:cs="Times New Roman"/>
          <w:b/>
          <w:bCs/>
          <w:lang w:eastAsia="cs-CZ"/>
        </w:rPr>
        <w:t xml:space="preserve">Modernizace železničního uzlu Ostrava“, 0. </w:t>
      </w:r>
      <w:proofErr w:type="gramStart"/>
      <w:r w:rsidR="00471876" w:rsidRPr="00471876">
        <w:rPr>
          <w:rFonts w:eastAsia="Calibri" w:cs="Times New Roman"/>
          <w:b/>
          <w:bCs/>
          <w:lang w:eastAsia="cs-CZ"/>
        </w:rPr>
        <w:t>etapa - rekonstrukce</w:t>
      </w:r>
      <w:proofErr w:type="gramEnd"/>
      <w:r w:rsidR="00471876" w:rsidRPr="00471876">
        <w:rPr>
          <w:rFonts w:eastAsia="Calibri" w:cs="Times New Roman"/>
          <w:b/>
          <w:bCs/>
          <w:lang w:eastAsia="cs-CZ"/>
        </w:rPr>
        <w:t xml:space="preserve"> mostního objektu v </w:t>
      </w:r>
      <w:proofErr w:type="spellStart"/>
      <w:r w:rsidR="00471876" w:rsidRPr="00471876">
        <w:rPr>
          <w:rFonts w:eastAsia="Calibri" w:cs="Times New Roman"/>
          <w:b/>
          <w:bCs/>
          <w:lang w:eastAsia="cs-CZ"/>
        </w:rPr>
        <w:t>evid</w:t>
      </w:r>
      <w:proofErr w:type="spellEnd"/>
      <w:r w:rsidR="00471876" w:rsidRPr="00471876">
        <w:rPr>
          <w:rFonts w:eastAsia="Calibri" w:cs="Times New Roman"/>
          <w:b/>
          <w:bCs/>
          <w:lang w:eastAsia="cs-CZ"/>
        </w:rPr>
        <w:t>. km 267,935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0D279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77777777" w:rsidR="00BD5319" w:rsidRPr="00BD5319" w:rsidRDefault="00BD5319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09E87D8B" w14:textId="77777777" w:rsidR="00BF5AC8" w:rsidRPr="00BF5AC8" w:rsidRDefault="00BF5AC8" w:rsidP="00BF5AC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F5AC8">
        <w:rPr>
          <w:rFonts w:eastAsia="Calibri" w:cs="Times New Roman"/>
          <w:bCs/>
          <w:lang w:eastAsia="cs-CZ"/>
        </w:rPr>
        <w:t xml:space="preserve">Ve VV je pol.č.17 (742H13) Kabel NN čtyř a </w:t>
      </w:r>
      <w:proofErr w:type="spellStart"/>
      <w:r w:rsidRPr="00BF5AC8">
        <w:rPr>
          <w:rFonts w:eastAsia="Calibri" w:cs="Times New Roman"/>
          <w:bCs/>
          <w:lang w:eastAsia="cs-CZ"/>
        </w:rPr>
        <w:t>pětižilový</w:t>
      </w:r>
      <w:proofErr w:type="spellEnd"/>
      <w:r w:rsidRPr="00BF5AC8">
        <w:rPr>
          <w:rFonts w:eastAsia="Calibri" w:cs="Times New Roman"/>
          <w:bCs/>
          <w:lang w:eastAsia="cs-CZ"/>
        </w:rPr>
        <w:t xml:space="preserve"> CU s plast. </w:t>
      </w:r>
      <w:proofErr w:type="spellStart"/>
      <w:r w:rsidRPr="00BF5AC8">
        <w:rPr>
          <w:rFonts w:eastAsia="Calibri" w:cs="Times New Roman"/>
          <w:bCs/>
          <w:lang w:eastAsia="cs-CZ"/>
        </w:rPr>
        <w:t>izol</w:t>
      </w:r>
      <w:proofErr w:type="spellEnd"/>
      <w:r w:rsidRPr="00BF5AC8">
        <w:rPr>
          <w:rFonts w:eastAsia="Calibri" w:cs="Times New Roman"/>
          <w:bCs/>
          <w:lang w:eastAsia="cs-CZ"/>
        </w:rPr>
        <w:t xml:space="preserve">. od 25 do 50mm2 – 470 m. Žádný takový ale není v kabelové listině. Jaký typ kabelu se má tedy nacenit? </w:t>
      </w:r>
    </w:p>
    <w:p w14:paraId="48312B45" w14:textId="3724E74F" w:rsidR="00BF5AC8" w:rsidRDefault="00BF5AC8" w:rsidP="00BF5AC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F5AC8">
        <w:rPr>
          <w:rFonts w:eastAsia="Calibri" w:cs="Times New Roman"/>
          <w:bCs/>
          <w:lang w:eastAsia="cs-CZ"/>
        </w:rPr>
        <w:t>Naopak v kab. listině je kabel CYKY-J 3x2,5 (400 m) – pro tento však ve VV není materiálová ani montážní položka. Bude doplněna?</w:t>
      </w:r>
    </w:p>
    <w:p w14:paraId="10E8C8A5" w14:textId="0779013D" w:rsidR="00BD5319" w:rsidRDefault="00BD5319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6B3086F" w14:textId="5B9CCD3E" w:rsidR="00471876" w:rsidRPr="00A023E4" w:rsidRDefault="005A0A0E" w:rsidP="00BF5AC8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023E4">
        <w:rPr>
          <w:rFonts w:eastAsia="Calibri" w:cs="Times New Roman"/>
          <w:bCs/>
          <w:color w:val="000000" w:themeColor="text1"/>
          <w:lang w:eastAsia="cs-CZ"/>
        </w:rPr>
        <w:t>Položka b</w:t>
      </w:r>
      <w:r w:rsidR="00CE3F7E" w:rsidRPr="00A023E4">
        <w:rPr>
          <w:rFonts w:eastAsia="Calibri" w:cs="Times New Roman"/>
          <w:bCs/>
          <w:color w:val="000000" w:themeColor="text1"/>
          <w:lang w:eastAsia="cs-CZ"/>
        </w:rPr>
        <w:t>yla</w:t>
      </w:r>
      <w:r w:rsidRPr="00A023E4">
        <w:rPr>
          <w:rFonts w:eastAsia="Calibri" w:cs="Times New Roman"/>
          <w:bCs/>
          <w:color w:val="000000" w:themeColor="text1"/>
          <w:lang w:eastAsia="cs-CZ"/>
        </w:rPr>
        <w:t xml:space="preserve"> nahrazena položkou (742G11) Kabel NN </w:t>
      </w:r>
      <w:proofErr w:type="gramStart"/>
      <w:r w:rsidRPr="00A023E4">
        <w:rPr>
          <w:rFonts w:eastAsia="Calibri" w:cs="Times New Roman"/>
          <w:bCs/>
          <w:color w:val="000000" w:themeColor="text1"/>
          <w:lang w:eastAsia="cs-CZ"/>
        </w:rPr>
        <w:t>dvou- a</w:t>
      </w:r>
      <w:proofErr w:type="gramEnd"/>
      <w:r w:rsidRPr="00A023E4">
        <w:rPr>
          <w:rFonts w:eastAsia="Calibri" w:cs="Times New Roman"/>
          <w:bCs/>
          <w:color w:val="000000" w:themeColor="text1"/>
          <w:lang w:eastAsia="cs-CZ"/>
        </w:rPr>
        <w:t xml:space="preserve"> </w:t>
      </w:r>
      <w:proofErr w:type="spellStart"/>
      <w:r w:rsidRPr="00A023E4">
        <w:rPr>
          <w:rFonts w:eastAsia="Calibri" w:cs="Times New Roman"/>
          <w:bCs/>
          <w:color w:val="000000" w:themeColor="text1"/>
          <w:lang w:eastAsia="cs-CZ"/>
        </w:rPr>
        <w:t>třížilový</w:t>
      </w:r>
      <w:proofErr w:type="spellEnd"/>
      <w:r w:rsidRPr="00A023E4">
        <w:rPr>
          <w:rFonts w:eastAsia="Calibri" w:cs="Times New Roman"/>
          <w:bCs/>
          <w:color w:val="000000" w:themeColor="text1"/>
          <w:lang w:eastAsia="cs-CZ"/>
        </w:rPr>
        <w:t xml:space="preserve"> CU s plast. </w:t>
      </w:r>
      <w:proofErr w:type="spellStart"/>
      <w:r w:rsidRPr="00A023E4">
        <w:rPr>
          <w:rFonts w:eastAsia="Calibri" w:cs="Times New Roman"/>
          <w:bCs/>
          <w:color w:val="000000" w:themeColor="text1"/>
          <w:lang w:eastAsia="cs-CZ"/>
        </w:rPr>
        <w:t>izol</w:t>
      </w:r>
      <w:proofErr w:type="spellEnd"/>
      <w:r w:rsidRPr="00A023E4">
        <w:rPr>
          <w:rFonts w:eastAsia="Calibri" w:cs="Times New Roman"/>
          <w:bCs/>
          <w:color w:val="000000" w:themeColor="text1"/>
          <w:lang w:eastAsia="cs-CZ"/>
        </w:rPr>
        <w:t>. do 2,5 mm2 – 400 m.</w:t>
      </w:r>
    </w:p>
    <w:p w14:paraId="35EF3949" w14:textId="77777777" w:rsidR="00A023E4" w:rsidRDefault="00A023E4" w:rsidP="00BF5AC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48CB6FE" w14:textId="77777777" w:rsidR="00496F0D" w:rsidRPr="00BD5319" w:rsidRDefault="00496F0D" w:rsidP="00BF5AC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7542A9BF" w14:textId="22FD5F6B" w:rsidR="00471876" w:rsidRPr="00BD5319" w:rsidRDefault="00471876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1976EB0B" w14:textId="366AD2BF" w:rsidR="00471876" w:rsidRPr="00471876" w:rsidRDefault="00BF5AC8" w:rsidP="00BF5AC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F5AC8">
        <w:rPr>
          <w:rFonts w:eastAsia="Calibri" w:cs="Times New Roman"/>
          <w:bCs/>
          <w:lang w:eastAsia="cs-CZ"/>
        </w:rPr>
        <w:t xml:space="preserve">Ve VV je pol. č. 16 (742H12) Kabel NN čtyř a </w:t>
      </w:r>
      <w:proofErr w:type="spellStart"/>
      <w:r w:rsidRPr="00BF5AC8">
        <w:rPr>
          <w:rFonts w:eastAsia="Calibri" w:cs="Times New Roman"/>
          <w:bCs/>
          <w:lang w:eastAsia="cs-CZ"/>
        </w:rPr>
        <w:t>pětižílový</w:t>
      </w:r>
      <w:proofErr w:type="spellEnd"/>
      <w:r w:rsidRPr="00BF5AC8">
        <w:rPr>
          <w:rFonts w:eastAsia="Calibri" w:cs="Times New Roman"/>
          <w:bCs/>
          <w:lang w:eastAsia="cs-CZ"/>
        </w:rPr>
        <w:t xml:space="preserve"> CU s plast. </w:t>
      </w:r>
      <w:proofErr w:type="spellStart"/>
      <w:r w:rsidRPr="00BF5AC8">
        <w:rPr>
          <w:rFonts w:eastAsia="Calibri" w:cs="Times New Roman"/>
          <w:bCs/>
          <w:lang w:eastAsia="cs-CZ"/>
        </w:rPr>
        <w:t>izol</w:t>
      </w:r>
      <w:proofErr w:type="spellEnd"/>
      <w:r w:rsidRPr="00BF5AC8">
        <w:rPr>
          <w:rFonts w:eastAsia="Calibri" w:cs="Times New Roman"/>
          <w:bCs/>
          <w:lang w:eastAsia="cs-CZ"/>
        </w:rPr>
        <w:t xml:space="preserve">. od 4 do 16mm2. V kab. listině je uvedeno množství 520 m + 100 m = 620 m, oproti tomu ve VV je pouze 250 m. </w:t>
      </w:r>
      <w:r>
        <w:rPr>
          <w:rFonts w:eastAsia="Calibri" w:cs="Times New Roman"/>
          <w:bCs/>
          <w:lang w:eastAsia="cs-CZ"/>
        </w:rPr>
        <w:br/>
      </w:r>
      <w:r w:rsidRPr="00BF5AC8">
        <w:rPr>
          <w:rFonts w:eastAsia="Calibri" w:cs="Times New Roman"/>
          <w:bCs/>
          <w:lang w:eastAsia="cs-CZ"/>
        </w:rPr>
        <w:t>Co tedy platí?</w:t>
      </w:r>
    </w:p>
    <w:p w14:paraId="0223B2C8" w14:textId="77777777" w:rsidR="00471876" w:rsidRDefault="00471876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E8E5576" w14:textId="610571E6" w:rsidR="00471876" w:rsidRPr="00A023E4" w:rsidRDefault="005A0A0E" w:rsidP="00BF5AC8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023E4">
        <w:rPr>
          <w:rFonts w:eastAsia="Calibri" w:cs="Times New Roman"/>
          <w:bCs/>
          <w:color w:val="000000" w:themeColor="text1"/>
          <w:lang w:eastAsia="cs-CZ"/>
        </w:rPr>
        <w:t>Výměra b</w:t>
      </w:r>
      <w:r w:rsidR="00CE3F7E" w:rsidRPr="00A023E4">
        <w:rPr>
          <w:rFonts w:eastAsia="Calibri" w:cs="Times New Roman"/>
          <w:bCs/>
          <w:color w:val="000000" w:themeColor="text1"/>
          <w:lang w:eastAsia="cs-CZ"/>
        </w:rPr>
        <w:t>yla</w:t>
      </w:r>
      <w:r w:rsidRPr="00A023E4">
        <w:rPr>
          <w:rFonts w:eastAsia="Calibri" w:cs="Times New Roman"/>
          <w:bCs/>
          <w:color w:val="000000" w:themeColor="text1"/>
          <w:lang w:eastAsia="cs-CZ"/>
        </w:rPr>
        <w:t xml:space="preserve"> opravena na 620 m.</w:t>
      </w:r>
    </w:p>
    <w:p w14:paraId="25714931" w14:textId="77777777" w:rsidR="00471876" w:rsidRDefault="00471876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C35FA6A" w14:textId="77777777" w:rsidR="00496F0D" w:rsidRDefault="00496F0D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E0920BC" w14:textId="25D7B937" w:rsidR="00471876" w:rsidRPr="00BD5319" w:rsidRDefault="00471876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6F39B891" w14:textId="355B75B0" w:rsidR="00471876" w:rsidRPr="00471876" w:rsidRDefault="00BF5AC8" w:rsidP="00BF5AC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F5AC8">
        <w:rPr>
          <w:rFonts w:eastAsia="Calibri" w:cs="Times New Roman"/>
          <w:bCs/>
          <w:lang w:eastAsia="cs-CZ"/>
        </w:rPr>
        <w:t>V TZ se píše o demontáži svítidel a jejich opětovné montáži. Ve VV není na demontáž vyčleněna položka.</w:t>
      </w:r>
    </w:p>
    <w:p w14:paraId="146A7EA7" w14:textId="77777777" w:rsidR="00471876" w:rsidRDefault="00471876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4897667" w14:textId="655A80BA" w:rsidR="00471876" w:rsidRPr="00A023E4" w:rsidRDefault="00226A59" w:rsidP="00BF5AC8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023E4">
        <w:rPr>
          <w:rFonts w:eastAsia="Calibri" w:cs="Times New Roman"/>
          <w:bCs/>
          <w:color w:val="000000" w:themeColor="text1"/>
          <w:lang w:eastAsia="cs-CZ"/>
        </w:rPr>
        <w:t>B</w:t>
      </w:r>
      <w:r w:rsidR="00CE3F7E" w:rsidRPr="00A023E4">
        <w:rPr>
          <w:rFonts w:eastAsia="Calibri" w:cs="Times New Roman"/>
          <w:bCs/>
          <w:color w:val="000000" w:themeColor="text1"/>
          <w:lang w:eastAsia="cs-CZ"/>
        </w:rPr>
        <w:t>yla</w:t>
      </w:r>
      <w:r w:rsidRPr="00A023E4">
        <w:rPr>
          <w:rFonts w:eastAsia="Calibri" w:cs="Times New Roman"/>
          <w:bCs/>
          <w:color w:val="000000" w:themeColor="text1"/>
          <w:lang w:eastAsia="cs-CZ"/>
        </w:rPr>
        <w:t xml:space="preserve"> doplněna položka (743Z37) DEMONTÁŽ SVÍTIDLA ZE STOŽÁRU/BRÁNY TRAKČNÍHO VEDENÍ o výměře 4 ks.</w:t>
      </w:r>
    </w:p>
    <w:p w14:paraId="3CA60DCC" w14:textId="77777777" w:rsidR="00A023E4" w:rsidRDefault="00A023E4" w:rsidP="00BF5AC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9EDB17A" w14:textId="77777777" w:rsidR="00496F0D" w:rsidRPr="00BD5319" w:rsidRDefault="00496F0D" w:rsidP="00BF5AC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6E4DE81" w14:textId="36CAE595" w:rsidR="00471876" w:rsidRPr="00BD5319" w:rsidRDefault="00471876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5</w:t>
      </w:r>
      <w:r w:rsidRPr="00BD5319">
        <w:rPr>
          <w:rFonts w:eastAsia="Calibri" w:cs="Times New Roman"/>
          <w:b/>
          <w:lang w:eastAsia="cs-CZ"/>
        </w:rPr>
        <w:t>:</w:t>
      </w:r>
    </w:p>
    <w:p w14:paraId="3538AFEA" w14:textId="0533A3F2" w:rsidR="00471876" w:rsidRPr="00471876" w:rsidRDefault="00BF5AC8" w:rsidP="00BF5AC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F5AC8">
        <w:rPr>
          <w:rFonts w:eastAsia="Calibri" w:cs="Times New Roman"/>
          <w:bCs/>
          <w:lang w:eastAsia="cs-CZ"/>
        </w:rPr>
        <w:t>V TZ se píše o číslování stožárů barvou. Ve VV není na toto vyčleněna položka.</w:t>
      </w:r>
    </w:p>
    <w:p w14:paraId="5AC16E8F" w14:textId="77777777" w:rsidR="00471876" w:rsidRDefault="00471876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79C2C67" w14:textId="07487287" w:rsidR="00CE3F7E" w:rsidRPr="00A023E4" w:rsidRDefault="00CE3F7E" w:rsidP="00CE3F7E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023E4">
        <w:rPr>
          <w:rFonts w:eastAsia="Calibri" w:cs="Times New Roman"/>
          <w:bCs/>
          <w:color w:val="000000" w:themeColor="text1"/>
          <w:lang w:eastAsia="cs-CZ"/>
        </w:rPr>
        <w:t>Byla doplněna položka (748242) PÍSMENA A ČÍSLICE VÝŠKY PŘES 40 DO 100 MM o výměře 12 ks (3 cifry x 4 sloupy TV).</w:t>
      </w:r>
    </w:p>
    <w:p w14:paraId="55C0E537" w14:textId="77777777" w:rsidR="00A023E4" w:rsidRDefault="00A023E4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93FDAA4" w14:textId="77777777" w:rsidR="00496F0D" w:rsidRPr="00BD5319" w:rsidRDefault="00496F0D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962BC95" w14:textId="5A652902" w:rsidR="00471876" w:rsidRPr="00BD5319" w:rsidRDefault="00471876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6BE981FC" w14:textId="3127A3F6" w:rsidR="00471876" w:rsidRPr="00471876" w:rsidRDefault="00BF5AC8" w:rsidP="00BF5AC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F5AC8">
        <w:rPr>
          <w:rFonts w:eastAsia="Calibri" w:cs="Times New Roman"/>
          <w:bCs/>
          <w:lang w:eastAsia="cs-CZ"/>
        </w:rPr>
        <w:t>V TZ se píše o označení dvířek stožárů výstražnými blesky. Ve VV není na toto vyčleněna položka.</w:t>
      </w:r>
    </w:p>
    <w:p w14:paraId="782C82ED" w14:textId="11C126E9" w:rsidR="00471876" w:rsidRDefault="00AC0FB3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 w:rsidR="00471876" w:rsidRPr="00BD5319">
        <w:rPr>
          <w:rFonts w:eastAsia="Calibri" w:cs="Times New Roman"/>
          <w:b/>
          <w:lang w:eastAsia="cs-CZ"/>
        </w:rPr>
        <w:t xml:space="preserve">Odpověď: </w:t>
      </w:r>
    </w:p>
    <w:p w14:paraId="02EA4523" w14:textId="46B9A6E4" w:rsidR="00BD350C" w:rsidRPr="00471876" w:rsidRDefault="00BD350C" w:rsidP="00BD350C">
      <w:pPr>
        <w:spacing w:after="0" w:line="240" w:lineRule="auto"/>
        <w:jc w:val="both"/>
        <w:rPr>
          <w:rFonts w:eastAsia="Calibri" w:cs="Times New Roman"/>
          <w:bCs/>
          <w:color w:val="EE0000"/>
          <w:lang w:eastAsia="cs-CZ"/>
        </w:rPr>
      </w:pPr>
      <w:r w:rsidRPr="00A023E4">
        <w:rPr>
          <w:rFonts w:eastAsia="Calibri" w:cs="Times New Roman"/>
          <w:bCs/>
          <w:color w:val="000000" w:themeColor="text1"/>
          <w:lang w:eastAsia="cs-CZ"/>
        </w:rPr>
        <w:lastRenderedPageBreak/>
        <w:t>Byla doplněna položka (748151) BEZPEČNOSTNÍ TABULKA o výměře 11 ks (10 stožárů, 1 přípojková skříňka).</w:t>
      </w:r>
    </w:p>
    <w:p w14:paraId="6156C315" w14:textId="77777777" w:rsidR="00471876" w:rsidRDefault="00471876" w:rsidP="00BF5AC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5886F869" w14:textId="41B37FA6" w:rsidR="00471876" w:rsidRPr="00BD5319" w:rsidRDefault="004B63CB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471876" w:rsidRPr="00BD5319">
        <w:rPr>
          <w:rFonts w:eastAsia="Calibri" w:cs="Times New Roman"/>
          <w:b/>
          <w:lang w:eastAsia="cs-CZ"/>
        </w:rPr>
        <w:t xml:space="preserve">Dotaz č. </w:t>
      </w:r>
      <w:r w:rsidR="00471876">
        <w:rPr>
          <w:rFonts w:eastAsia="Calibri" w:cs="Times New Roman"/>
          <w:b/>
          <w:lang w:eastAsia="cs-CZ"/>
        </w:rPr>
        <w:t>7</w:t>
      </w:r>
      <w:r w:rsidR="00471876" w:rsidRPr="00BD5319">
        <w:rPr>
          <w:rFonts w:eastAsia="Calibri" w:cs="Times New Roman"/>
          <w:b/>
          <w:lang w:eastAsia="cs-CZ"/>
        </w:rPr>
        <w:t>:</w:t>
      </w:r>
    </w:p>
    <w:p w14:paraId="4CF4B0AE" w14:textId="782FC8B4" w:rsidR="00471876" w:rsidRPr="00471876" w:rsidRDefault="00BF5AC8" w:rsidP="00BF5AC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F5AC8">
        <w:rPr>
          <w:rFonts w:eastAsia="Calibri" w:cs="Times New Roman"/>
          <w:bCs/>
          <w:lang w:eastAsia="cs-CZ"/>
        </w:rPr>
        <w:t xml:space="preserve">V TZ se píše o uzemnění páskem </w:t>
      </w:r>
      <w:proofErr w:type="spellStart"/>
      <w:r w:rsidRPr="00BF5AC8">
        <w:rPr>
          <w:rFonts w:eastAsia="Calibri" w:cs="Times New Roman"/>
          <w:bCs/>
          <w:lang w:eastAsia="cs-CZ"/>
        </w:rPr>
        <w:t>FeZn</w:t>
      </w:r>
      <w:proofErr w:type="spellEnd"/>
      <w:r w:rsidRPr="00BF5AC8">
        <w:rPr>
          <w:rFonts w:eastAsia="Calibri" w:cs="Times New Roman"/>
          <w:bCs/>
          <w:lang w:eastAsia="cs-CZ"/>
        </w:rPr>
        <w:t xml:space="preserve"> 30x4. Ve VV není na toto vyčleněna materiálová ani montážní položka.</w:t>
      </w:r>
    </w:p>
    <w:p w14:paraId="622AE990" w14:textId="77777777" w:rsidR="00471876" w:rsidRDefault="00471876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34F17CD" w14:textId="7DE7B5DF" w:rsidR="00471876" w:rsidRPr="00A023E4" w:rsidRDefault="009C0197" w:rsidP="00BF5AC8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023E4">
        <w:rPr>
          <w:rFonts w:eastAsia="Calibri" w:cs="Times New Roman"/>
          <w:bCs/>
          <w:color w:val="000000" w:themeColor="text1"/>
          <w:lang w:eastAsia="cs-CZ"/>
        </w:rPr>
        <w:t>B</w:t>
      </w:r>
      <w:r w:rsidR="00CE3F7E" w:rsidRPr="00A023E4">
        <w:rPr>
          <w:rFonts w:eastAsia="Calibri" w:cs="Times New Roman"/>
          <w:bCs/>
          <w:color w:val="000000" w:themeColor="text1"/>
          <w:lang w:eastAsia="cs-CZ"/>
        </w:rPr>
        <w:t>yly</w:t>
      </w:r>
      <w:r w:rsidRPr="00A023E4">
        <w:rPr>
          <w:rFonts w:eastAsia="Calibri" w:cs="Times New Roman"/>
          <w:bCs/>
          <w:color w:val="000000" w:themeColor="text1"/>
          <w:lang w:eastAsia="cs-CZ"/>
        </w:rPr>
        <w:t xml:space="preserve"> doplněny položky:</w:t>
      </w:r>
    </w:p>
    <w:p w14:paraId="27B69E1B" w14:textId="77777777" w:rsidR="009C0197" w:rsidRPr="00A023E4" w:rsidRDefault="009C0197" w:rsidP="00303F4E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023E4">
        <w:rPr>
          <w:rFonts w:eastAsia="Calibri" w:cs="Times New Roman"/>
          <w:bCs/>
          <w:color w:val="000000" w:themeColor="text1"/>
          <w:lang w:eastAsia="cs-CZ"/>
        </w:rPr>
        <w:t xml:space="preserve">(741911) UZEMŇOVACÍ VODIČ V ZEMI FEZN DO 120 </w:t>
      </w:r>
      <w:proofErr w:type="gramStart"/>
      <w:r w:rsidRPr="00A023E4">
        <w:rPr>
          <w:rFonts w:eastAsia="Calibri" w:cs="Times New Roman"/>
          <w:bCs/>
          <w:color w:val="000000" w:themeColor="text1"/>
          <w:lang w:eastAsia="cs-CZ"/>
        </w:rPr>
        <w:t>MM2 - výměra</w:t>
      </w:r>
      <w:proofErr w:type="gramEnd"/>
      <w:r w:rsidRPr="00A023E4">
        <w:rPr>
          <w:rFonts w:eastAsia="Calibri" w:cs="Times New Roman"/>
          <w:bCs/>
          <w:color w:val="000000" w:themeColor="text1"/>
          <w:lang w:eastAsia="cs-CZ"/>
        </w:rPr>
        <w:t xml:space="preserve"> 170 m</w:t>
      </w:r>
    </w:p>
    <w:p w14:paraId="3352A77A" w14:textId="77777777" w:rsidR="009C0197" w:rsidRPr="00A023E4" w:rsidRDefault="009C0197" w:rsidP="0082474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023E4">
        <w:rPr>
          <w:rFonts w:eastAsia="Calibri" w:cs="Times New Roman"/>
          <w:bCs/>
          <w:color w:val="000000" w:themeColor="text1"/>
          <w:lang w:eastAsia="cs-CZ"/>
        </w:rPr>
        <w:t xml:space="preserve">(711111) IZOLACE BĚŽNÝCH KONSTRUKCÍ PROTI ZEMNÍ VLHKOSTI ASFALTOVÝMI </w:t>
      </w:r>
      <w:proofErr w:type="gramStart"/>
      <w:r w:rsidRPr="00A023E4">
        <w:rPr>
          <w:rFonts w:eastAsia="Calibri" w:cs="Times New Roman"/>
          <w:bCs/>
          <w:color w:val="000000" w:themeColor="text1"/>
          <w:lang w:eastAsia="cs-CZ"/>
        </w:rPr>
        <w:t>NÁTĚRY - výměra</w:t>
      </w:r>
      <w:proofErr w:type="gramEnd"/>
      <w:r w:rsidRPr="00A023E4">
        <w:rPr>
          <w:rFonts w:eastAsia="Calibri" w:cs="Times New Roman"/>
          <w:bCs/>
          <w:color w:val="000000" w:themeColor="text1"/>
          <w:lang w:eastAsia="cs-CZ"/>
        </w:rPr>
        <w:t xml:space="preserve"> 8 m2</w:t>
      </w:r>
    </w:p>
    <w:p w14:paraId="65574EC1" w14:textId="16A782D3" w:rsidR="009C0197" w:rsidRPr="00A023E4" w:rsidRDefault="009C0197" w:rsidP="00824744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023E4">
        <w:rPr>
          <w:rFonts w:eastAsia="Calibri" w:cs="Times New Roman"/>
          <w:bCs/>
          <w:color w:val="000000" w:themeColor="text1"/>
          <w:lang w:eastAsia="cs-CZ"/>
        </w:rPr>
        <w:t xml:space="preserve">(741C05) SPOJOVÁNÍ UZEMŇOVACÍCH </w:t>
      </w:r>
      <w:proofErr w:type="gramStart"/>
      <w:r w:rsidRPr="00A023E4">
        <w:rPr>
          <w:rFonts w:eastAsia="Calibri" w:cs="Times New Roman"/>
          <w:bCs/>
          <w:color w:val="000000" w:themeColor="text1"/>
          <w:lang w:eastAsia="cs-CZ"/>
        </w:rPr>
        <w:t>VODIČŮ - výměra</w:t>
      </w:r>
      <w:proofErr w:type="gramEnd"/>
      <w:r w:rsidRPr="00A023E4">
        <w:rPr>
          <w:rFonts w:eastAsia="Calibri" w:cs="Times New Roman"/>
          <w:bCs/>
          <w:color w:val="000000" w:themeColor="text1"/>
          <w:lang w:eastAsia="cs-CZ"/>
        </w:rPr>
        <w:t xml:space="preserve"> 11 ks</w:t>
      </w:r>
    </w:p>
    <w:p w14:paraId="2C50C8D3" w14:textId="77777777" w:rsidR="00471876" w:rsidRDefault="00471876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BC4553E" w14:textId="77777777" w:rsidR="00496F0D" w:rsidRDefault="00496F0D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74F7FEF" w14:textId="5FC15DD6" w:rsidR="00471876" w:rsidRPr="00BD5319" w:rsidRDefault="00471876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7FEBCB69" w14:textId="78413275" w:rsidR="00471876" w:rsidRPr="00471876" w:rsidRDefault="00BF5AC8" w:rsidP="00BF5AC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F5AC8">
        <w:rPr>
          <w:rFonts w:eastAsia="Calibri" w:cs="Times New Roman"/>
          <w:bCs/>
          <w:lang w:eastAsia="cs-CZ"/>
        </w:rPr>
        <w:t>Ve VV je položka č.22 (743473), která je pro nové svítidlo. V TZ se však píše, že se mají použít stávající demontovaná svítidla. Co tedy platí?</w:t>
      </w:r>
    </w:p>
    <w:p w14:paraId="13E78850" w14:textId="77777777" w:rsidR="00471876" w:rsidRDefault="00471876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D661DE3" w14:textId="4068CD25" w:rsidR="00BD5319" w:rsidRPr="00A023E4" w:rsidRDefault="00CE3F7E" w:rsidP="00BF5AC8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023E4">
        <w:rPr>
          <w:rFonts w:eastAsia="Calibri" w:cs="Times New Roman"/>
          <w:bCs/>
          <w:color w:val="000000" w:themeColor="text1"/>
          <w:lang w:eastAsia="cs-CZ"/>
        </w:rPr>
        <w:t>Položka č. 22 (743473) byla odstraněna</w:t>
      </w:r>
      <w:r w:rsidR="009C0197" w:rsidRPr="00A023E4">
        <w:rPr>
          <w:rFonts w:eastAsia="Calibri" w:cs="Times New Roman"/>
          <w:bCs/>
          <w:color w:val="000000" w:themeColor="text1"/>
          <w:lang w:eastAsia="cs-CZ"/>
        </w:rPr>
        <w:t>.</w:t>
      </w:r>
    </w:p>
    <w:p w14:paraId="417DA7DC" w14:textId="77777777" w:rsidR="00BF5AC8" w:rsidRDefault="00BF5AC8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998CD9A" w14:textId="77777777" w:rsidR="00496F0D" w:rsidRDefault="00496F0D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2466551" w14:textId="12726507" w:rsidR="00BF5AC8" w:rsidRPr="00BD5319" w:rsidRDefault="00BF5AC8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31A97C70" w14:textId="454D53E3" w:rsidR="00BF5AC8" w:rsidRPr="00471876" w:rsidRDefault="00BF5AC8" w:rsidP="00BF5AC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F5AC8">
        <w:rPr>
          <w:rFonts w:eastAsia="Calibri" w:cs="Times New Roman"/>
          <w:bCs/>
          <w:lang w:eastAsia="cs-CZ"/>
        </w:rPr>
        <w:t xml:space="preserve">V TD ve výpočtu osvětlení se hovoří o 44ks </w:t>
      </w:r>
      <w:proofErr w:type="spellStart"/>
      <w:r w:rsidRPr="00BF5AC8">
        <w:rPr>
          <w:rFonts w:eastAsia="Calibri" w:cs="Times New Roman"/>
          <w:bCs/>
          <w:lang w:eastAsia="cs-CZ"/>
        </w:rPr>
        <w:t>antivandal</w:t>
      </w:r>
      <w:proofErr w:type="spellEnd"/>
      <w:r w:rsidRPr="00BF5AC8">
        <w:rPr>
          <w:rFonts w:eastAsia="Calibri" w:cs="Times New Roman"/>
          <w:bCs/>
          <w:lang w:eastAsia="cs-CZ"/>
        </w:rPr>
        <w:t xml:space="preserve"> osvětlení. Ve VV pol.č.24 (7434A4) se hovoří pouze o 24ks. Co tedy platí?</w:t>
      </w:r>
    </w:p>
    <w:p w14:paraId="4E17AE60" w14:textId="77777777" w:rsidR="00BF5AC8" w:rsidRDefault="00BF5AC8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8D6A0B7" w14:textId="65BFE0CC" w:rsidR="009C0197" w:rsidRPr="00A023E4" w:rsidRDefault="009C0197" w:rsidP="009C0197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023E4">
        <w:rPr>
          <w:rFonts w:eastAsia="Calibri" w:cs="Times New Roman"/>
          <w:bCs/>
          <w:color w:val="000000" w:themeColor="text1"/>
          <w:lang w:eastAsia="cs-CZ"/>
        </w:rPr>
        <w:t>B</w:t>
      </w:r>
      <w:r w:rsidR="00CE3F7E" w:rsidRPr="00A023E4">
        <w:rPr>
          <w:rFonts w:eastAsia="Calibri" w:cs="Times New Roman"/>
          <w:bCs/>
          <w:color w:val="000000" w:themeColor="text1"/>
          <w:lang w:eastAsia="cs-CZ"/>
        </w:rPr>
        <w:t>yla</w:t>
      </w:r>
      <w:r w:rsidRPr="00A023E4">
        <w:rPr>
          <w:rFonts w:eastAsia="Calibri" w:cs="Times New Roman"/>
          <w:bCs/>
          <w:color w:val="000000" w:themeColor="text1"/>
          <w:lang w:eastAsia="cs-CZ"/>
        </w:rPr>
        <w:t xml:space="preserve"> změněna výměra položky na 44 ks.</w:t>
      </w:r>
    </w:p>
    <w:p w14:paraId="51AF9010" w14:textId="77777777" w:rsidR="00BF5AC8" w:rsidRDefault="00BF5AC8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41D4834" w14:textId="77777777" w:rsidR="00496F0D" w:rsidRDefault="00496F0D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7369352" w14:textId="12AD6A70" w:rsidR="00BF5AC8" w:rsidRPr="00BD5319" w:rsidRDefault="00BF5AC8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BD5319">
        <w:rPr>
          <w:rFonts w:eastAsia="Calibri" w:cs="Times New Roman"/>
          <w:b/>
          <w:lang w:eastAsia="cs-CZ"/>
        </w:rPr>
        <w:t>:</w:t>
      </w:r>
    </w:p>
    <w:p w14:paraId="63BEA500" w14:textId="4E052C64" w:rsidR="00BF5AC8" w:rsidRPr="00471876" w:rsidRDefault="00BF5AC8" w:rsidP="00BF5AC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F5AC8">
        <w:rPr>
          <w:rFonts w:eastAsia="Calibri" w:cs="Times New Roman"/>
          <w:bCs/>
          <w:lang w:eastAsia="cs-CZ"/>
        </w:rPr>
        <w:t>Pol.č.21 Výložník. Jedná se o nějaký speciální typ výložníku určený na trakční stožáry, nebo se jedná o standardní výložník používaný na klasické silniční stožáry?</w:t>
      </w:r>
    </w:p>
    <w:p w14:paraId="23CCE6A4" w14:textId="77777777" w:rsidR="00BF5AC8" w:rsidRDefault="00BF5AC8" w:rsidP="00BF5AC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3A97BE9" w14:textId="15532E3B" w:rsidR="00BF5AC8" w:rsidRPr="00A023E4" w:rsidRDefault="002D7236" w:rsidP="00BF5AC8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A023E4">
        <w:rPr>
          <w:rFonts w:eastAsia="Calibri" w:cs="Times New Roman"/>
          <w:bCs/>
          <w:color w:val="000000" w:themeColor="text1"/>
          <w:lang w:eastAsia="cs-CZ"/>
        </w:rPr>
        <w:t>Jedná se o výložníky určené na trakční stožáry.</w:t>
      </w:r>
    </w:p>
    <w:p w14:paraId="1ADA3DB2" w14:textId="77777777" w:rsidR="00BF5AC8" w:rsidRDefault="00BF5AC8" w:rsidP="00BF5AC8">
      <w:pPr>
        <w:spacing w:after="0" w:line="240" w:lineRule="auto"/>
        <w:jc w:val="both"/>
        <w:rPr>
          <w:rFonts w:eastAsia="Calibri" w:cs="Times New Roman"/>
          <w:bCs/>
          <w:color w:val="EE0000"/>
          <w:lang w:eastAsia="cs-CZ"/>
        </w:rPr>
      </w:pPr>
    </w:p>
    <w:p w14:paraId="55DAB470" w14:textId="77777777" w:rsidR="00496F0D" w:rsidRDefault="00496F0D" w:rsidP="00BF5AC8">
      <w:pPr>
        <w:spacing w:after="0" w:line="240" w:lineRule="auto"/>
        <w:jc w:val="both"/>
        <w:rPr>
          <w:rFonts w:eastAsia="Calibri" w:cs="Times New Roman"/>
          <w:bCs/>
          <w:color w:val="EE0000"/>
          <w:lang w:eastAsia="cs-CZ"/>
        </w:rPr>
      </w:pPr>
    </w:p>
    <w:p w14:paraId="16C77FE2" w14:textId="77777777" w:rsidR="00496F0D" w:rsidRPr="00BD5319" w:rsidRDefault="00496F0D" w:rsidP="00496F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1</w:t>
      </w:r>
      <w:r w:rsidRPr="00BD5319">
        <w:rPr>
          <w:rFonts w:eastAsia="Calibri" w:cs="Times New Roman"/>
          <w:b/>
          <w:lang w:eastAsia="cs-CZ"/>
        </w:rPr>
        <w:t>:</w:t>
      </w:r>
    </w:p>
    <w:p w14:paraId="7E81AFC7" w14:textId="77777777" w:rsidR="00496F0D" w:rsidRPr="007C770D" w:rsidRDefault="00496F0D" w:rsidP="00496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770D">
        <w:rPr>
          <w:rFonts w:eastAsia="Calibri" w:cs="Times New Roman"/>
          <w:bCs/>
          <w:lang w:eastAsia="cs-CZ"/>
        </w:rPr>
        <w:t>Soupis prací SO 15-20-08.1, položka R1_02851_PRŮZKUMNÉ PRÁCE DIAGNOSTIKY KONSTRUKCÍ NA POVRCHU_kpl_1,000 (doplňkové průzkumy v hloubce založení OP1)</w:t>
      </w:r>
    </w:p>
    <w:p w14:paraId="50416BB7" w14:textId="77777777" w:rsidR="00496F0D" w:rsidRPr="007C770D" w:rsidRDefault="00496F0D" w:rsidP="00496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770D">
        <w:rPr>
          <w:rFonts w:eastAsia="Calibri" w:cs="Times New Roman"/>
          <w:bCs/>
          <w:lang w:eastAsia="cs-CZ"/>
        </w:rPr>
        <w:t>1) Jaké doplňkové průzkumy si přeje zadavatel provést? Kým a v jakém rozsahu?</w:t>
      </w:r>
    </w:p>
    <w:p w14:paraId="78CE2039" w14:textId="77777777" w:rsidR="00496F0D" w:rsidRPr="00E70CB9" w:rsidRDefault="00496F0D" w:rsidP="00496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770D">
        <w:rPr>
          <w:rFonts w:eastAsia="Calibri" w:cs="Times New Roman"/>
          <w:bCs/>
          <w:lang w:eastAsia="cs-CZ"/>
        </w:rPr>
        <w:t xml:space="preserve">2) Ve všeobecném objektu je položka ""VSEOB017_Geotechnický a hydrologický </w:t>
      </w:r>
      <w:r w:rsidRPr="00E70CB9">
        <w:rPr>
          <w:rFonts w:eastAsia="Calibri" w:cs="Times New Roman"/>
          <w:bCs/>
          <w:lang w:eastAsia="cs-CZ"/>
        </w:rPr>
        <w:t>monitoring_KPL_1,000 (v předepsaném rozsahu a počtu dle VTP a ZTP)"", nejde o duplicitu?"</w:t>
      </w:r>
    </w:p>
    <w:p w14:paraId="08B743D8" w14:textId="77777777" w:rsidR="00496F0D" w:rsidRPr="00E70CB9" w:rsidRDefault="00496F0D" w:rsidP="00496F0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70CB9">
        <w:rPr>
          <w:rFonts w:eastAsia="Calibri" w:cs="Times New Roman"/>
          <w:b/>
          <w:lang w:eastAsia="cs-CZ"/>
        </w:rPr>
        <w:t xml:space="preserve">Odpověď: </w:t>
      </w:r>
    </w:p>
    <w:p w14:paraId="12C794C4" w14:textId="77777777" w:rsidR="00496F0D" w:rsidRPr="00E70CB9" w:rsidRDefault="00496F0D" w:rsidP="00496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70CB9">
        <w:rPr>
          <w:rFonts w:eastAsia="Calibri" w:cs="Times New Roman"/>
          <w:bCs/>
          <w:lang w:eastAsia="cs-CZ"/>
        </w:rPr>
        <w:t>Položka R1_02851_PRŮZKUMNÉ PRÁCE DIAGNOSTIKY KONSTRUKCÍ NA POVRCHU_kpl_1,000 u SO 15-20-08.1 zahrnuje veškeré možné a nezbytné dodatečné práce bez bližší specifikace pro diagnostikování skutečného stavu stávajícího mostu v těchto případech:</w:t>
      </w:r>
    </w:p>
    <w:p w14:paraId="0DA2D15D" w14:textId="77777777" w:rsidR="00496F0D" w:rsidRPr="00E70CB9" w:rsidRDefault="00496F0D" w:rsidP="00496F0D">
      <w:pPr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70CB9">
        <w:rPr>
          <w:rFonts w:eastAsia="Calibri" w:cs="Times New Roman"/>
          <w:bCs/>
          <w:lang w:eastAsia="cs-CZ"/>
        </w:rPr>
        <w:t>realizace stavby je časově významně vzdálená od doby projektování přestavby a stav stávající konstrukce již neodpovídá předpokladům učiněných v době projektování;</w:t>
      </w:r>
    </w:p>
    <w:p w14:paraId="3A468C11" w14:textId="77777777" w:rsidR="00496F0D" w:rsidRPr="00E70CB9" w:rsidRDefault="00496F0D" w:rsidP="00496F0D">
      <w:pPr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70CB9">
        <w:rPr>
          <w:rFonts w:eastAsia="Calibri" w:cs="Times New Roman"/>
          <w:bCs/>
          <w:lang w:eastAsia="cs-CZ"/>
        </w:rPr>
        <w:t>během bouracích prací levé strany mostu bude zjištěn chatrný stav stávající konstrukce a bude nutné rozhodovat o případném uzavření provozované části mostu.</w:t>
      </w:r>
    </w:p>
    <w:p w14:paraId="3F783341" w14:textId="77777777" w:rsidR="00496F0D" w:rsidRPr="00E70CB9" w:rsidRDefault="00496F0D" w:rsidP="00496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70CB9">
        <w:rPr>
          <w:rFonts w:eastAsia="Calibri" w:cs="Times New Roman"/>
          <w:bCs/>
          <w:lang w:eastAsia="cs-CZ"/>
        </w:rPr>
        <w:t>Položka pokrývá rizika spojená s rekonstrukcí/přestavbou stávajících konstrukcí a nejedná se tedy o duplicitu. Položka ve všeobecné objektu zahrnuje provádění potřebného geotechnického a hydrologického sledování po dobu realizace celé stavby, obsahuje měření, záznam a průběžné vyhodnocování parametrů území, provoz a údržbu použitých monitorovacích prvků a zpracování související dokumentace.</w:t>
      </w:r>
    </w:p>
    <w:p w14:paraId="495F00F5" w14:textId="77777777" w:rsidR="00496F0D" w:rsidRPr="00E70CB9" w:rsidRDefault="00496F0D" w:rsidP="00496F0D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5CB48CDF" w14:textId="77777777" w:rsidR="00496F0D" w:rsidRPr="00E70CB9" w:rsidRDefault="00496F0D" w:rsidP="00496F0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58D26FF" w14:textId="77777777" w:rsidR="00496F0D" w:rsidRPr="00E70CB9" w:rsidRDefault="00496F0D" w:rsidP="00496F0D">
      <w:pPr>
        <w:spacing w:after="0" w:line="240" w:lineRule="auto"/>
        <w:rPr>
          <w:rFonts w:eastAsia="Calibri" w:cs="Times New Roman"/>
          <w:b/>
          <w:lang w:eastAsia="cs-CZ"/>
        </w:rPr>
      </w:pPr>
      <w:r w:rsidRPr="00E70CB9">
        <w:rPr>
          <w:rFonts w:eastAsia="Calibri" w:cs="Times New Roman"/>
          <w:b/>
          <w:lang w:eastAsia="cs-CZ"/>
        </w:rPr>
        <w:t>Dotaz č. 12:</w:t>
      </w:r>
    </w:p>
    <w:p w14:paraId="631DD243" w14:textId="77777777" w:rsidR="00496F0D" w:rsidRPr="00E70CB9" w:rsidRDefault="00496F0D" w:rsidP="00496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70CB9">
        <w:rPr>
          <w:rFonts w:eastAsia="Calibri" w:cs="Times New Roman"/>
          <w:bCs/>
          <w:lang w:eastAsia="cs-CZ"/>
        </w:rPr>
        <w:t xml:space="preserve">Soupis prací SO 15-20-08.2, položka R02950_OSTATNÍ POŽADAVKY – POSUDKY, KONTROLY, REVIZNÍ ZPRÁVY_KPL_1,000 (kontrolní prohlídka </w:t>
      </w:r>
      <w:proofErr w:type="spellStart"/>
      <w:r w:rsidRPr="00E70CB9">
        <w:rPr>
          <w:rFonts w:eastAsia="Calibri" w:cs="Times New Roman"/>
          <w:bCs/>
          <w:lang w:eastAsia="cs-CZ"/>
        </w:rPr>
        <w:t>technicko</w:t>
      </w:r>
      <w:proofErr w:type="spellEnd"/>
      <w:r w:rsidRPr="00E70CB9">
        <w:rPr>
          <w:rFonts w:eastAsia="Calibri" w:cs="Times New Roman"/>
          <w:bCs/>
          <w:lang w:eastAsia="cs-CZ"/>
        </w:rPr>
        <w:t xml:space="preserve"> – bezpečnostní)</w:t>
      </w:r>
    </w:p>
    <w:p w14:paraId="0A183513" w14:textId="77777777" w:rsidR="00496F0D" w:rsidRPr="00E70CB9" w:rsidRDefault="00496F0D" w:rsidP="00496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70CB9">
        <w:rPr>
          <w:rFonts w:eastAsia="Calibri" w:cs="Times New Roman"/>
          <w:bCs/>
          <w:lang w:eastAsia="cs-CZ"/>
        </w:rPr>
        <w:t xml:space="preserve">1) O jakou prohlídku jde, kým má být provedena, jaký dokument má být výstupem? </w:t>
      </w:r>
    </w:p>
    <w:p w14:paraId="5DB8E07C" w14:textId="77777777" w:rsidR="00496F0D" w:rsidRPr="00E70CB9" w:rsidRDefault="00496F0D" w:rsidP="00496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70CB9">
        <w:rPr>
          <w:rFonts w:eastAsia="Calibri" w:cs="Times New Roman"/>
          <w:bCs/>
          <w:lang w:eastAsia="cs-CZ"/>
        </w:rPr>
        <w:t xml:space="preserve">2) Ve všeobecném objektu je položka ""VSEOB006_Osvědčení o bezpečnosti před uvedením do provozu_KPL_1,000 (Osvědčení o bezpečnosti před uvedením do provozu Zajištění vydání </w:t>
      </w:r>
      <w:r w:rsidRPr="00E70CB9">
        <w:rPr>
          <w:rFonts w:eastAsia="Calibri" w:cs="Times New Roman"/>
          <w:bCs/>
          <w:lang w:eastAsia="cs-CZ"/>
        </w:rPr>
        <w:lastRenderedPageBreak/>
        <w:t>osvědčení o bezpečnosti před uvedením do provozu v předepsaném rozsahu a počtu dle VTP a ZTP)"", nejde o duplicitu?"</w:t>
      </w:r>
    </w:p>
    <w:p w14:paraId="1888D2EF" w14:textId="77777777" w:rsidR="00496F0D" w:rsidRPr="00E70CB9" w:rsidRDefault="00496F0D" w:rsidP="00496F0D">
      <w:pPr>
        <w:spacing w:after="0" w:line="240" w:lineRule="auto"/>
        <w:rPr>
          <w:rFonts w:eastAsia="Calibri" w:cs="Times New Roman"/>
          <w:b/>
          <w:lang w:eastAsia="cs-CZ"/>
        </w:rPr>
      </w:pPr>
      <w:r w:rsidRPr="00E70CB9">
        <w:rPr>
          <w:rFonts w:eastAsia="Calibri" w:cs="Times New Roman"/>
          <w:b/>
          <w:lang w:eastAsia="cs-CZ"/>
        </w:rPr>
        <w:t xml:space="preserve">Odpověď: </w:t>
      </w:r>
    </w:p>
    <w:p w14:paraId="2733EA34" w14:textId="77777777" w:rsidR="00496F0D" w:rsidRPr="00E70CB9" w:rsidRDefault="00496F0D" w:rsidP="00496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70CB9">
        <w:rPr>
          <w:rFonts w:eastAsia="Calibri" w:cs="Times New Roman"/>
          <w:bCs/>
          <w:lang w:eastAsia="cs-CZ"/>
        </w:rPr>
        <w:t>Položka ve všeobecném objektu dle specifikace zahrnuje veškeré činnosti nezbytné k zajištění vydání zprávy o posouzení bezpečnosti dle prováděcího nařízení Komise (EU) č. 402/2013 ze dne 30. dubna 2013 o společné bezpečnostní metodě pro hodnocení a posuzování rizik a požadavky Drážního úřadu a týká se celé stavby jako celku.</w:t>
      </w:r>
    </w:p>
    <w:p w14:paraId="0DAC88FD" w14:textId="77777777" w:rsidR="00496F0D" w:rsidRPr="00E70CB9" w:rsidRDefault="00496F0D" w:rsidP="00496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70CB9">
        <w:rPr>
          <w:rFonts w:eastAsia="Calibri" w:cs="Times New Roman"/>
          <w:bCs/>
          <w:lang w:eastAsia="cs-CZ"/>
        </w:rPr>
        <w:t>Položka v SO 15-20-08.2 je vztažena k samotnému objektu a zahrnuje zajištění všech doplňkových odborných posudků, kontrolních úkonů a revizních zpráv požadovaných projektovou dokumentací, technickými předpisy, ČSN a platnou legislativou.</w:t>
      </w:r>
    </w:p>
    <w:p w14:paraId="2F0FF8F3" w14:textId="77777777" w:rsidR="00496F0D" w:rsidRPr="00E70CB9" w:rsidRDefault="00496F0D" w:rsidP="00496F0D">
      <w:pPr>
        <w:spacing w:after="0" w:line="240" w:lineRule="auto"/>
        <w:rPr>
          <w:rFonts w:eastAsia="Calibri" w:cs="Times New Roman"/>
          <w:bCs/>
          <w:color w:val="EE0000"/>
          <w:lang w:eastAsia="cs-CZ"/>
        </w:rPr>
      </w:pPr>
    </w:p>
    <w:p w14:paraId="12CE4E1C" w14:textId="77777777" w:rsidR="00496F0D" w:rsidRPr="00E70CB9" w:rsidRDefault="00496F0D" w:rsidP="00496F0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F9734C2" w14:textId="77777777" w:rsidR="00496F0D" w:rsidRPr="00E70CB9" w:rsidRDefault="00496F0D" w:rsidP="00496F0D">
      <w:pPr>
        <w:spacing w:after="0" w:line="240" w:lineRule="auto"/>
        <w:rPr>
          <w:rFonts w:eastAsia="Calibri" w:cs="Times New Roman"/>
          <w:b/>
          <w:lang w:eastAsia="cs-CZ"/>
        </w:rPr>
      </w:pPr>
      <w:r w:rsidRPr="00E70CB9">
        <w:rPr>
          <w:rFonts w:eastAsia="Calibri" w:cs="Times New Roman"/>
          <w:b/>
          <w:lang w:eastAsia="cs-CZ"/>
        </w:rPr>
        <w:t>Dotaz č. 13:</w:t>
      </w:r>
    </w:p>
    <w:p w14:paraId="36CFACE0" w14:textId="77777777" w:rsidR="00496F0D" w:rsidRPr="00E70CB9" w:rsidRDefault="00496F0D" w:rsidP="00496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70CB9">
        <w:rPr>
          <w:rFonts w:eastAsia="Calibri" w:cs="Times New Roman"/>
          <w:bCs/>
          <w:lang w:eastAsia="cs-CZ"/>
        </w:rPr>
        <w:t xml:space="preserve">Soupis prací SO 15-23-01, položka R029113_OSTATNÍ POŽADAVKY – ZEMĚMĚŘICKÉ ZAMĚŘENÍ – CELKY_KUS_1,000 </w:t>
      </w:r>
    </w:p>
    <w:p w14:paraId="5827E245" w14:textId="77777777" w:rsidR="00496F0D" w:rsidRPr="00E70CB9" w:rsidRDefault="00496F0D" w:rsidP="00496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70CB9">
        <w:rPr>
          <w:rFonts w:eastAsia="Calibri" w:cs="Times New Roman"/>
          <w:bCs/>
          <w:lang w:eastAsia="cs-CZ"/>
        </w:rPr>
        <w:t>V soupisu prací tohoto objektu je i položka "R02910_OSTATNÍ POŽADAVKY – ZEMĚMĚŘICKÁ MĚŘENÍ VE VÝSTAVBĚ_KPL_1,000", u které se uchazeč domnívá, že jde o geodetické měření v průběhu stavby. Co tedy reprezentuje dotazovaná položka?</w:t>
      </w:r>
    </w:p>
    <w:p w14:paraId="0D204331" w14:textId="77777777" w:rsidR="00496F0D" w:rsidRPr="00E70CB9" w:rsidRDefault="00496F0D" w:rsidP="00496F0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70CB9">
        <w:rPr>
          <w:rFonts w:eastAsia="Calibri" w:cs="Times New Roman"/>
          <w:b/>
          <w:lang w:eastAsia="cs-CZ"/>
        </w:rPr>
        <w:t xml:space="preserve">Odpověď: </w:t>
      </w:r>
    </w:p>
    <w:p w14:paraId="08400A4C" w14:textId="77777777" w:rsidR="00496F0D" w:rsidRPr="00E70CB9" w:rsidRDefault="00496F0D" w:rsidP="00496F0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70CB9">
        <w:rPr>
          <w:rFonts w:eastAsia="Calibri" w:cs="Times New Roman"/>
          <w:bCs/>
          <w:lang w:eastAsia="cs-CZ"/>
        </w:rPr>
        <w:t xml:space="preserve">Položka R029113_OSTATNÍ POŽADAVKY – ZEMĚMĚŘICKÉ ZAMĚŘENÍ – CELKY_KUS_1,000 </w:t>
      </w:r>
    </w:p>
    <w:p w14:paraId="30619640" w14:textId="50DF6B35" w:rsidR="00664163" w:rsidRPr="00E70CB9" w:rsidRDefault="00E70CB9" w:rsidP="00496F0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70CB9">
        <w:rPr>
          <w:rFonts w:eastAsia="Calibri" w:cs="Times New Roman"/>
          <w:bCs/>
          <w:lang w:eastAsia="cs-CZ"/>
        </w:rPr>
        <w:t>j</w:t>
      </w:r>
      <w:r w:rsidR="00496F0D" w:rsidRPr="00E70CB9">
        <w:rPr>
          <w:rFonts w:eastAsia="Calibri" w:cs="Times New Roman"/>
          <w:bCs/>
          <w:lang w:eastAsia="cs-CZ"/>
        </w:rPr>
        <w:t>e ze soupisu prací vypuštěna a veškeré náklady na geodetické práce během stavby SO 15-23-01 zhotovitel zohlední v položce R02910_OSTATNÍ POŽADAVKY – ZEMĚMĚŘICKÁ MĚŘENÍ VE VÝSTAVBĚ_KPL_1,000</w:t>
      </w:r>
    </w:p>
    <w:p w14:paraId="0B879266" w14:textId="77777777" w:rsidR="00496F0D" w:rsidRDefault="00496F0D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C6CBDF" w14:textId="77777777" w:rsidR="00496F0D" w:rsidRPr="00BD5319" w:rsidRDefault="00496F0D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4F2C9EAC" w:rsidR="00664163" w:rsidRPr="004B63CB" w:rsidRDefault="00664163" w:rsidP="004B63C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B63C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4B63CB">
        <w:rPr>
          <w:rFonts w:eastAsia="Times New Roman" w:cs="Times New Roman"/>
          <w:b/>
          <w:lang w:eastAsia="cs-CZ"/>
        </w:rPr>
        <w:t>změny/doplnění zadávací dokumentace</w:t>
      </w:r>
      <w:r w:rsidRPr="004B63CB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4B63CB">
        <w:rPr>
          <w:rFonts w:eastAsia="Times New Roman" w:cs="Times New Roman"/>
          <w:lang w:eastAsia="cs-CZ"/>
        </w:rPr>
        <w:t>ust</w:t>
      </w:r>
      <w:proofErr w:type="spellEnd"/>
      <w:r w:rsidRPr="004B63CB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A023E4" w:rsidRPr="004B63CB">
        <w:rPr>
          <w:rFonts w:eastAsia="Times New Roman" w:cs="Times New Roman"/>
          <w:lang w:eastAsia="cs-CZ"/>
        </w:rPr>
        <w:t>8. 12. 2025</w:t>
      </w:r>
      <w:r w:rsidRPr="004B63CB">
        <w:rPr>
          <w:rFonts w:eastAsia="Times New Roman" w:cs="Times New Roman"/>
          <w:lang w:eastAsia="cs-CZ"/>
        </w:rPr>
        <w:t xml:space="preserve"> na den </w:t>
      </w:r>
      <w:r w:rsidR="00A023E4" w:rsidRPr="004B63CB">
        <w:rPr>
          <w:rFonts w:eastAsia="Times New Roman" w:cs="Times New Roman"/>
          <w:lang w:eastAsia="cs-CZ"/>
        </w:rPr>
        <w:t>9. 12. 2025</w:t>
      </w:r>
      <w:r w:rsidRPr="004B63CB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E4E137" w14:textId="5DB8AD04" w:rsidR="00664163" w:rsidRPr="00C6581F" w:rsidRDefault="0066416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4B63CB" w:rsidRPr="004B63CB">
        <w:rPr>
          <w:rFonts w:eastAsia="Times New Roman" w:cs="Times New Roman"/>
          <w:lang w:eastAsia="cs-CZ"/>
        </w:rPr>
        <w:t>Z2025-062307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 w:rsidR="00C6581F">
        <w:rPr>
          <w:rFonts w:eastAsia="Times New Roman" w:cs="Times New Roman"/>
          <w:lang w:eastAsia="cs-CZ"/>
        </w:rPr>
        <w:t>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5C5F4EB3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912D04">
        <w:rPr>
          <w:rFonts w:eastAsia="Times New Roman" w:cs="Times New Roman"/>
          <w:lang w:eastAsia="cs-CZ"/>
        </w:rPr>
        <w:t>08.12.2025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912D04">
        <w:rPr>
          <w:rFonts w:eastAsia="Times New Roman" w:cs="Times New Roman"/>
          <w:lang w:eastAsia="cs-CZ"/>
        </w:rPr>
        <w:t>09.12.2025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592914C" w14:textId="77777777" w:rsidR="00E70CB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B63CB">
        <w:rPr>
          <w:rFonts w:eastAsia="Calibri" w:cs="Times New Roman"/>
          <w:b/>
          <w:bCs/>
          <w:lang w:eastAsia="cs-CZ"/>
        </w:rPr>
        <w:t xml:space="preserve">Příloha: </w:t>
      </w:r>
    </w:p>
    <w:p w14:paraId="39AC3A1A" w14:textId="1FE66277" w:rsidR="00E70CB9" w:rsidRDefault="00E70CB9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E70CB9">
        <w:rPr>
          <w:rFonts w:eastAsia="Calibri" w:cs="Times New Roman"/>
          <w:bCs/>
          <w:lang w:eastAsia="cs-CZ"/>
        </w:rPr>
        <w:t>XLS_Uzel</w:t>
      </w:r>
      <w:proofErr w:type="spellEnd"/>
      <w:r w:rsidRPr="00E70CB9">
        <w:rPr>
          <w:rFonts w:eastAsia="Calibri" w:cs="Times New Roman"/>
          <w:bCs/>
          <w:lang w:eastAsia="cs-CZ"/>
        </w:rPr>
        <w:t xml:space="preserve"> OVA-Most v km. 267,935_2025112</w:t>
      </w:r>
      <w:r>
        <w:rPr>
          <w:rFonts w:eastAsia="Calibri" w:cs="Times New Roman"/>
          <w:bCs/>
          <w:lang w:eastAsia="cs-CZ"/>
        </w:rPr>
        <w:t>1</w:t>
      </w:r>
      <w:r w:rsidRPr="00E70CB9">
        <w:rPr>
          <w:rFonts w:eastAsia="Calibri" w:cs="Times New Roman"/>
          <w:bCs/>
          <w:lang w:eastAsia="cs-CZ"/>
        </w:rPr>
        <w:t>_zm02</w:t>
      </w:r>
    </w:p>
    <w:p w14:paraId="35D7DDE8" w14:textId="7C1B9EDC" w:rsidR="00664163" w:rsidRPr="004B63CB" w:rsidRDefault="00E70CB9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proofErr w:type="spellStart"/>
      <w:r w:rsidRPr="00E70CB9">
        <w:rPr>
          <w:rFonts w:eastAsia="Calibri" w:cs="Times New Roman"/>
          <w:bCs/>
          <w:lang w:eastAsia="cs-CZ"/>
        </w:rPr>
        <w:t>XDC_Uzel</w:t>
      </w:r>
      <w:proofErr w:type="spellEnd"/>
      <w:r w:rsidRPr="00E70CB9">
        <w:rPr>
          <w:rFonts w:eastAsia="Calibri" w:cs="Times New Roman"/>
          <w:bCs/>
          <w:lang w:eastAsia="cs-CZ"/>
        </w:rPr>
        <w:t xml:space="preserve"> OVA-Most v km. 267,935_2025112</w:t>
      </w:r>
      <w:r>
        <w:rPr>
          <w:rFonts w:eastAsia="Calibri" w:cs="Times New Roman"/>
          <w:bCs/>
          <w:lang w:eastAsia="cs-CZ"/>
        </w:rPr>
        <w:t>1</w:t>
      </w:r>
      <w:r w:rsidRPr="00E70CB9">
        <w:rPr>
          <w:rFonts w:eastAsia="Calibri" w:cs="Times New Roman"/>
          <w:bCs/>
          <w:lang w:eastAsia="cs-CZ"/>
        </w:rPr>
        <w:t>_zm02</w:t>
      </w:r>
      <w:r w:rsidR="00664163" w:rsidRPr="004B63CB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664163" w:rsidRPr="004B63CB">
        <w:rPr>
          <w:rFonts w:eastAsia="Calibri" w:cs="Times New Roman"/>
          <w:bCs/>
          <w:lang w:eastAsia="cs-CZ"/>
        </w:rPr>
        <w:instrText xml:space="preserve"> FORMTEXT </w:instrText>
      </w:r>
      <w:r w:rsidR="00664163" w:rsidRPr="004B63CB">
        <w:rPr>
          <w:rFonts w:eastAsia="Calibri" w:cs="Times New Roman"/>
          <w:bCs/>
          <w:lang w:eastAsia="cs-CZ"/>
        </w:rPr>
      </w:r>
      <w:r w:rsidR="00664163" w:rsidRPr="004B63CB">
        <w:rPr>
          <w:rFonts w:eastAsia="Calibri" w:cs="Times New Roman"/>
          <w:bCs/>
          <w:lang w:eastAsia="cs-CZ"/>
        </w:rPr>
        <w:fldChar w:fldCharType="separate"/>
      </w:r>
      <w:r w:rsidR="00664163" w:rsidRPr="004B63CB">
        <w:rPr>
          <w:rFonts w:eastAsia="Calibri" w:cs="Times New Roman"/>
          <w:bCs/>
          <w:lang w:eastAsia="cs-CZ"/>
        </w:rPr>
        <w:t> </w:t>
      </w:r>
      <w:r w:rsidR="00664163" w:rsidRPr="004B63CB">
        <w:rPr>
          <w:rFonts w:eastAsia="Calibri" w:cs="Times New Roman"/>
          <w:bCs/>
          <w:lang w:eastAsia="cs-CZ"/>
        </w:rPr>
        <w:t> </w:t>
      </w:r>
      <w:r w:rsidR="00664163" w:rsidRPr="004B63CB">
        <w:rPr>
          <w:rFonts w:eastAsia="Calibri" w:cs="Times New Roman"/>
          <w:bCs/>
          <w:lang w:eastAsia="cs-CZ"/>
        </w:rPr>
        <w:t> </w:t>
      </w:r>
      <w:r w:rsidR="00664163" w:rsidRPr="004B63CB">
        <w:rPr>
          <w:rFonts w:eastAsia="Calibri" w:cs="Times New Roman"/>
          <w:bCs/>
          <w:lang w:eastAsia="cs-CZ"/>
        </w:rPr>
        <w:t> </w:t>
      </w:r>
      <w:r w:rsidR="00664163" w:rsidRPr="004B63CB">
        <w:rPr>
          <w:rFonts w:eastAsia="Calibri" w:cs="Times New Roman"/>
          <w:bCs/>
          <w:lang w:eastAsia="cs-CZ"/>
        </w:rPr>
        <w:t> </w:t>
      </w:r>
      <w:r w:rsidR="00664163" w:rsidRPr="004B63CB">
        <w:rPr>
          <w:rFonts w:eastAsia="Calibri" w:cs="Times New Roman"/>
          <w:bCs/>
          <w:lang w:eastAsia="cs-CZ"/>
        </w:rPr>
        <w:fldChar w:fldCharType="end"/>
      </w:r>
    </w:p>
    <w:p w14:paraId="3568D690" w14:textId="77777777" w:rsidR="00664163" w:rsidRPr="004B63C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4B63C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D09F264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B63CB">
        <w:rPr>
          <w:rFonts w:eastAsia="Calibri" w:cs="Times New Roman"/>
          <w:lang w:eastAsia="cs-CZ"/>
        </w:rPr>
        <w:t xml:space="preserve">V Olomouci dne </w:t>
      </w:r>
      <w:r w:rsidR="004B63CB" w:rsidRPr="004B63CB">
        <w:rPr>
          <w:rFonts w:eastAsia="Calibri" w:cs="Times New Roman"/>
          <w:lang w:eastAsia="cs-CZ"/>
        </w:rPr>
        <w:t>21</w:t>
      </w:r>
      <w:r w:rsidR="004B63CB">
        <w:rPr>
          <w:rFonts w:eastAsia="Calibri" w:cs="Times New Roman"/>
          <w:lang w:eastAsia="cs-CZ"/>
        </w:rPr>
        <w:t>. 11. 2025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496F0D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96F0D">
        <w:rPr>
          <w:rFonts w:eastAsia="Times New Roman" w:cs="Times New Roman"/>
          <w:b/>
          <w:bCs/>
          <w:lang w:eastAsia="cs-CZ"/>
        </w:rPr>
        <w:t>Ing. Miroslav Bocák</w:t>
      </w:r>
      <w:r w:rsidRPr="00496F0D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496F0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96F0D">
        <w:rPr>
          <w:rFonts w:eastAsia="Times New Roman" w:cs="Times New Roman"/>
          <w:lang w:eastAsia="cs-CZ"/>
        </w:rPr>
        <w:t>ředitel organizační jednotky</w:t>
      </w:r>
      <w:r w:rsidRPr="00496F0D">
        <w:rPr>
          <w:rFonts w:eastAsia="Times New Roman" w:cs="Times New Roman"/>
          <w:lang w:eastAsia="cs-CZ"/>
        </w:rPr>
        <w:tab/>
      </w:r>
    </w:p>
    <w:p w14:paraId="5DEDC136" w14:textId="77777777" w:rsidR="00664163" w:rsidRPr="00496F0D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96F0D">
        <w:rPr>
          <w:rFonts w:eastAsia="Times New Roman" w:cs="Times New Roman"/>
          <w:lang w:eastAsia="cs-CZ"/>
        </w:rPr>
        <w:t>Stavební správa východ</w:t>
      </w:r>
    </w:p>
    <w:p w14:paraId="49ADD5E7" w14:textId="71CE6430" w:rsidR="00CB7B5A" w:rsidRPr="00CB7B5A" w:rsidRDefault="00664163" w:rsidP="00AC0FB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96F0D">
        <w:rPr>
          <w:rFonts w:eastAsia="Times New Roman" w:cs="Times New Roman"/>
          <w:lang w:eastAsia="cs-CZ"/>
        </w:rPr>
        <w:t>Správa železnic, státní organizace</w:t>
      </w:r>
    </w:p>
    <w:sectPr w:rsidR="00CB7B5A" w:rsidRPr="00CB7B5A" w:rsidSect="002A59F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04F4A" w14:textId="77777777" w:rsidR="00507333" w:rsidRDefault="00507333" w:rsidP="00962258">
      <w:pPr>
        <w:spacing w:after="0" w:line="240" w:lineRule="auto"/>
      </w:pPr>
      <w:r>
        <w:separator/>
      </w:r>
    </w:p>
  </w:endnote>
  <w:endnote w:type="continuationSeparator" w:id="0">
    <w:p w14:paraId="29522983" w14:textId="77777777" w:rsidR="00507333" w:rsidRDefault="005073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29400" w14:textId="77777777" w:rsidR="00507333" w:rsidRDefault="00507333" w:rsidP="00962258">
      <w:pPr>
        <w:spacing w:after="0" w:line="240" w:lineRule="auto"/>
      </w:pPr>
      <w:r>
        <w:separator/>
      </w:r>
    </w:p>
  </w:footnote>
  <w:footnote w:type="continuationSeparator" w:id="0">
    <w:p w14:paraId="77C7B781" w14:textId="77777777" w:rsidR="00507333" w:rsidRDefault="005073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68E1894"/>
    <w:multiLevelType w:val="hybridMultilevel"/>
    <w:tmpl w:val="C36C9F2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686061"/>
    <w:multiLevelType w:val="hybridMultilevel"/>
    <w:tmpl w:val="70B44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5F225FFD"/>
    <w:multiLevelType w:val="hybridMultilevel"/>
    <w:tmpl w:val="74BCB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9"/>
  </w:num>
  <w:num w:numId="5" w16cid:durableId="1470241154">
    <w:abstractNumId w:val="0"/>
  </w:num>
  <w:num w:numId="6" w16cid:durableId="848255171">
    <w:abstractNumId w:val="7"/>
  </w:num>
  <w:num w:numId="7" w16cid:durableId="218832763">
    <w:abstractNumId w:val="5"/>
  </w:num>
  <w:num w:numId="8" w16cid:durableId="18706001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27521131">
    <w:abstractNumId w:val="4"/>
  </w:num>
  <w:num w:numId="10" w16cid:durableId="685012861">
    <w:abstractNumId w:val="6"/>
  </w:num>
  <w:num w:numId="11" w16cid:durableId="159955593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0C5D62"/>
    <w:rsid w:val="000D2798"/>
    <w:rsid w:val="00107D44"/>
    <w:rsid w:val="00114472"/>
    <w:rsid w:val="001267E4"/>
    <w:rsid w:val="00170EC5"/>
    <w:rsid w:val="001747C1"/>
    <w:rsid w:val="0018596A"/>
    <w:rsid w:val="001B69C2"/>
    <w:rsid w:val="001C4DA0"/>
    <w:rsid w:val="00207DF5"/>
    <w:rsid w:val="002139F6"/>
    <w:rsid w:val="00226A59"/>
    <w:rsid w:val="00267369"/>
    <w:rsid w:val="0026785D"/>
    <w:rsid w:val="00273CE2"/>
    <w:rsid w:val="00296D39"/>
    <w:rsid w:val="002A59FE"/>
    <w:rsid w:val="002C31BF"/>
    <w:rsid w:val="002D7236"/>
    <w:rsid w:val="002E0CD7"/>
    <w:rsid w:val="002F026B"/>
    <w:rsid w:val="0033209D"/>
    <w:rsid w:val="00335122"/>
    <w:rsid w:val="00335732"/>
    <w:rsid w:val="00357BC6"/>
    <w:rsid w:val="00357EE7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67A50"/>
    <w:rsid w:val="00471876"/>
    <w:rsid w:val="00477370"/>
    <w:rsid w:val="00486107"/>
    <w:rsid w:val="00491827"/>
    <w:rsid w:val="004926B0"/>
    <w:rsid w:val="00496F0D"/>
    <w:rsid w:val="004A0F75"/>
    <w:rsid w:val="004A7C69"/>
    <w:rsid w:val="004B63CB"/>
    <w:rsid w:val="004C4399"/>
    <w:rsid w:val="004C69ED"/>
    <w:rsid w:val="004C787C"/>
    <w:rsid w:val="004F4B9B"/>
    <w:rsid w:val="00501654"/>
    <w:rsid w:val="00507333"/>
    <w:rsid w:val="00511AB9"/>
    <w:rsid w:val="00523EA7"/>
    <w:rsid w:val="00542527"/>
    <w:rsid w:val="00550275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0A0E"/>
    <w:rsid w:val="005A5F24"/>
    <w:rsid w:val="005A64E9"/>
    <w:rsid w:val="005B5EE9"/>
    <w:rsid w:val="005C663F"/>
    <w:rsid w:val="006104F6"/>
    <w:rsid w:val="0061068E"/>
    <w:rsid w:val="00630DC6"/>
    <w:rsid w:val="00651C84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97518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12D04"/>
    <w:rsid w:val="00922385"/>
    <w:rsid w:val="009223DF"/>
    <w:rsid w:val="0092394F"/>
    <w:rsid w:val="00925237"/>
    <w:rsid w:val="00934DC3"/>
    <w:rsid w:val="00936091"/>
    <w:rsid w:val="00940D8A"/>
    <w:rsid w:val="00950506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0197"/>
    <w:rsid w:val="009C7B39"/>
    <w:rsid w:val="009D643F"/>
    <w:rsid w:val="009E07F4"/>
    <w:rsid w:val="009F392E"/>
    <w:rsid w:val="00A023E4"/>
    <w:rsid w:val="00A404E3"/>
    <w:rsid w:val="00A44328"/>
    <w:rsid w:val="00A509D7"/>
    <w:rsid w:val="00A6177B"/>
    <w:rsid w:val="00A66136"/>
    <w:rsid w:val="00A943B5"/>
    <w:rsid w:val="00AA4CBB"/>
    <w:rsid w:val="00AA65FA"/>
    <w:rsid w:val="00AA7351"/>
    <w:rsid w:val="00AC0FB3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1050"/>
    <w:rsid w:val="00B4264E"/>
    <w:rsid w:val="00B45E9E"/>
    <w:rsid w:val="00B55F9C"/>
    <w:rsid w:val="00B75EE1"/>
    <w:rsid w:val="00B77481"/>
    <w:rsid w:val="00B8518B"/>
    <w:rsid w:val="00BB3740"/>
    <w:rsid w:val="00BD350C"/>
    <w:rsid w:val="00BD5319"/>
    <w:rsid w:val="00BD7E91"/>
    <w:rsid w:val="00BF374D"/>
    <w:rsid w:val="00BF5AC8"/>
    <w:rsid w:val="00BF6D48"/>
    <w:rsid w:val="00C02D0A"/>
    <w:rsid w:val="00C03A6E"/>
    <w:rsid w:val="00C30759"/>
    <w:rsid w:val="00C44F6A"/>
    <w:rsid w:val="00C544F4"/>
    <w:rsid w:val="00C6581F"/>
    <w:rsid w:val="00C727E5"/>
    <w:rsid w:val="00C8207D"/>
    <w:rsid w:val="00CB5457"/>
    <w:rsid w:val="00CB7B5A"/>
    <w:rsid w:val="00CC1E2B"/>
    <w:rsid w:val="00CD1FC4"/>
    <w:rsid w:val="00CE371D"/>
    <w:rsid w:val="00CE3F7E"/>
    <w:rsid w:val="00D02A4D"/>
    <w:rsid w:val="00D07678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1E89"/>
    <w:rsid w:val="00DC3110"/>
    <w:rsid w:val="00DD46F3"/>
    <w:rsid w:val="00DD58A6"/>
    <w:rsid w:val="00DE56F2"/>
    <w:rsid w:val="00DF116D"/>
    <w:rsid w:val="00E10710"/>
    <w:rsid w:val="00E70CB9"/>
    <w:rsid w:val="00E824F1"/>
    <w:rsid w:val="00E87460"/>
    <w:rsid w:val="00E9347D"/>
    <w:rsid w:val="00EB104F"/>
    <w:rsid w:val="00ED14BD"/>
    <w:rsid w:val="00F01440"/>
    <w:rsid w:val="00F12DEC"/>
    <w:rsid w:val="00F1715C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93183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252</TotalTime>
  <Pages>3</Pages>
  <Words>1050</Words>
  <Characters>6201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15</cp:revision>
  <cp:lastPrinted>2025-11-21T08:29:00Z</cp:lastPrinted>
  <dcterms:created xsi:type="dcterms:W3CDTF">2025-09-22T08:59:00Z</dcterms:created>
  <dcterms:modified xsi:type="dcterms:W3CDTF">2025-11-21T08:36:00Z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